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5CCFB61B"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172CCE">
        <w:rPr>
          <w:sz w:val="24"/>
          <w:szCs w:val="24"/>
        </w:rPr>
        <w:t xml:space="preserve"> 46-G001-26</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71143A99" w14:textId="3AD028D8" w:rsidR="00E15F4B" w:rsidRPr="00DF2302" w:rsidRDefault="00E15F4B" w:rsidP="00B52A14">
      <w:pPr>
        <w:spacing w:before="120"/>
        <w:jc w:val="both"/>
        <w:rPr>
          <w:b/>
          <w:i/>
          <w:color w:val="FF0000"/>
          <w:lang w:val="en-GB"/>
        </w:rPr>
      </w:pPr>
      <w:r w:rsidRPr="00DF2302">
        <w:rPr>
          <w:b/>
          <w:i/>
          <w:color w:val="FF0000"/>
          <w:lang w:val="en-GB"/>
        </w:rPr>
        <w: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B572B4" w:rsidRPr="00DF2302" w14:paraId="58F88BE3" w14:textId="77777777" w:rsidTr="00C71392">
        <w:trPr>
          <w:cantSplit/>
          <w:tblHeader/>
        </w:trPr>
        <w:tc>
          <w:tcPr>
            <w:tcW w:w="2695" w:type="dxa"/>
            <w:vAlign w:val="center"/>
          </w:tcPr>
          <w:p w14:paraId="2F65087C" w14:textId="77777777" w:rsidR="00B572B4" w:rsidRPr="00DF2302" w:rsidRDefault="00B572B4" w:rsidP="00C71392">
            <w:pPr>
              <w:pStyle w:val="TableContents"/>
              <w:jc w:val="center"/>
              <w:rPr>
                <w:rFonts w:cs="Calibri"/>
                <w:b/>
              </w:rPr>
            </w:pPr>
            <w:bookmarkStart w:id="10" w:name="_Hlk26879176"/>
            <w:r w:rsidRPr="00DF2302">
              <w:rPr>
                <w:rFonts w:cs="Calibri"/>
                <w:b/>
              </w:rPr>
              <w:t>Major Criteria</w:t>
            </w:r>
          </w:p>
        </w:tc>
        <w:tc>
          <w:tcPr>
            <w:tcW w:w="5102" w:type="dxa"/>
            <w:vAlign w:val="center"/>
          </w:tcPr>
          <w:p w14:paraId="52033FBB" w14:textId="77777777" w:rsidR="00B572B4" w:rsidRPr="00DF2302" w:rsidRDefault="00B572B4" w:rsidP="00C71392">
            <w:pPr>
              <w:pStyle w:val="TableContents"/>
              <w:jc w:val="center"/>
              <w:rPr>
                <w:rFonts w:cs="Calibri"/>
                <w:b/>
              </w:rPr>
            </w:pPr>
            <w:r w:rsidRPr="00DF2302">
              <w:rPr>
                <w:rFonts w:cs="Calibri"/>
                <w:b/>
              </w:rPr>
              <w:t>Details &amp; Sub-Criteria</w:t>
            </w:r>
          </w:p>
        </w:tc>
        <w:tc>
          <w:tcPr>
            <w:tcW w:w="1360" w:type="dxa"/>
            <w:vAlign w:val="center"/>
          </w:tcPr>
          <w:p w14:paraId="61B0DC19" w14:textId="77777777" w:rsidR="00B572B4" w:rsidRPr="00DF2302" w:rsidRDefault="00B572B4" w:rsidP="00C71392">
            <w:pPr>
              <w:pStyle w:val="TableContents"/>
              <w:jc w:val="center"/>
              <w:rPr>
                <w:rFonts w:cs="Calibri"/>
                <w:b/>
              </w:rPr>
            </w:pPr>
            <w:r w:rsidRPr="00DF2302">
              <w:rPr>
                <w:rFonts w:cs="Calibri"/>
                <w:b/>
              </w:rPr>
              <w:t>Possible Score</w:t>
            </w:r>
          </w:p>
        </w:tc>
      </w:tr>
      <w:tr w:rsidR="00B572B4" w:rsidRPr="00DF2302" w14:paraId="4E9AB8C8" w14:textId="77777777" w:rsidTr="00C71392">
        <w:trPr>
          <w:cantSplit/>
          <w:tblHeader/>
        </w:trPr>
        <w:tc>
          <w:tcPr>
            <w:tcW w:w="2695" w:type="dxa"/>
            <w:vAlign w:val="center"/>
          </w:tcPr>
          <w:p w14:paraId="521B7761" w14:textId="77777777" w:rsidR="00B572B4" w:rsidRPr="00C66DC8" w:rsidRDefault="00B572B4" w:rsidP="00C71392">
            <w:pPr>
              <w:pStyle w:val="TableContents"/>
              <w:rPr>
                <w:rFonts w:asciiTheme="minorHAnsi" w:hAnsiTheme="minorHAnsi"/>
                <w:sz w:val="22"/>
                <w:szCs w:val="22"/>
                <w:lang w:eastAsia="en-US"/>
              </w:rPr>
            </w:pPr>
            <w:r w:rsidRPr="00C66DC8">
              <w:rPr>
                <w:rFonts w:asciiTheme="minorHAnsi" w:hAnsiTheme="minorHAnsi"/>
                <w:sz w:val="22"/>
                <w:szCs w:val="22"/>
                <w:lang w:eastAsia="en-US"/>
              </w:rPr>
              <w:t>Firm/consortium’s experience and reputation with similar supply of Goods</w:t>
            </w:r>
          </w:p>
        </w:tc>
        <w:tc>
          <w:tcPr>
            <w:tcW w:w="5102" w:type="dxa"/>
          </w:tcPr>
          <w:p w14:paraId="02BF9E02" w14:textId="77777777" w:rsidR="00B572B4" w:rsidRDefault="00B572B4" w:rsidP="00C71392">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same product</w:t>
            </w:r>
          </w:p>
          <w:p w14:paraId="0C1D5712" w14:textId="77777777" w:rsidR="00B572B4" w:rsidRPr="00C66DC8" w:rsidRDefault="00B572B4" w:rsidP="00C71392">
            <w:pPr>
              <w:pStyle w:val="TableContents"/>
              <w:ind w:left="720"/>
              <w:rPr>
                <w:rFonts w:asciiTheme="minorHAnsi" w:hAnsiTheme="minorHAnsi"/>
                <w:sz w:val="22"/>
                <w:szCs w:val="22"/>
              </w:rPr>
            </w:pPr>
          </w:p>
        </w:tc>
        <w:tc>
          <w:tcPr>
            <w:tcW w:w="1360" w:type="dxa"/>
            <w:vAlign w:val="center"/>
          </w:tcPr>
          <w:p w14:paraId="5CA204B0" w14:textId="77777777" w:rsidR="00B572B4" w:rsidRPr="00C66DC8" w:rsidRDefault="00B572B4" w:rsidP="00C71392">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572B4" w:rsidRPr="00DF2302" w14:paraId="259E4C5B" w14:textId="77777777" w:rsidTr="00C71392">
        <w:trPr>
          <w:cantSplit/>
          <w:tblHeader/>
        </w:trPr>
        <w:tc>
          <w:tcPr>
            <w:tcW w:w="2695" w:type="dxa"/>
            <w:vAlign w:val="center"/>
          </w:tcPr>
          <w:p w14:paraId="20AFADF2" w14:textId="77777777" w:rsidR="00B572B4" w:rsidRPr="00C66DC8" w:rsidRDefault="00B572B4" w:rsidP="00C71392">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tcPr>
          <w:p w14:paraId="0EB0D5DD" w14:textId="77777777" w:rsidR="00B572B4" w:rsidRDefault="00B572B4" w:rsidP="00C71392">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3109348F" w14:textId="77777777" w:rsidR="00B572B4" w:rsidRPr="007A5427" w:rsidRDefault="00B572B4" w:rsidP="00C71392">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vAlign w:val="center"/>
          </w:tcPr>
          <w:p w14:paraId="49323168" w14:textId="77777777" w:rsidR="00B572B4" w:rsidRPr="00C66DC8" w:rsidRDefault="00B572B4" w:rsidP="00C71392">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B572B4" w:rsidRPr="00DF2302" w14:paraId="5C597A4C" w14:textId="77777777" w:rsidTr="00C71392">
        <w:trPr>
          <w:cantSplit/>
          <w:tblHeader/>
        </w:trPr>
        <w:tc>
          <w:tcPr>
            <w:tcW w:w="2695" w:type="dxa"/>
            <w:vAlign w:val="center"/>
          </w:tcPr>
          <w:p w14:paraId="44E41646" w14:textId="77777777" w:rsidR="00B572B4" w:rsidRPr="00C66DC8" w:rsidRDefault="00B572B4" w:rsidP="00C71392">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tcPr>
          <w:p w14:paraId="7D3765C0" w14:textId="77777777" w:rsidR="00B572B4" w:rsidRPr="00C66DC8" w:rsidRDefault="00B572B4" w:rsidP="00C71392">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51476D49" w14:textId="77777777" w:rsidR="00B572B4" w:rsidRPr="00C66DC8" w:rsidRDefault="00B572B4" w:rsidP="00C71392">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vAlign w:val="center"/>
          </w:tcPr>
          <w:p w14:paraId="3C387125" w14:textId="77777777" w:rsidR="00B572B4" w:rsidRPr="00C66DC8" w:rsidRDefault="00B572B4" w:rsidP="00C71392">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B572B4" w:rsidRPr="00DF2302" w14:paraId="0E83C1A0" w14:textId="77777777" w:rsidTr="00C71392">
        <w:trPr>
          <w:cantSplit/>
          <w:tblHeader/>
        </w:trPr>
        <w:tc>
          <w:tcPr>
            <w:tcW w:w="2695" w:type="dxa"/>
            <w:vAlign w:val="center"/>
          </w:tcPr>
          <w:p w14:paraId="6FB597FD" w14:textId="77777777" w:rsidR="00B572B4" w:rsidRPr="00C66DC8" w:rsidRDefault="00B572B4" w:rsidP="00C71392">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tcPr>
          <w:p w14:paraId="2494B1B5" w14:textId="77777777" w:rsidR="00B572B4" w:rsidRDefault="00B572B4" w:rsidP="00C71392">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77723CB3" w14:textId="77777777" w:rsidR="00B572B4" w:rsidRPr="00C66DC8" w:rsidRDefault="00B572B4" w:rsidP="00C71392">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748F97F5" w14:textId="77777777" w:rsidR="00B572B4" w:rsidRPr="00C66DC8" w:rsidRDefault="00B572B4" w:rsidP="00C71392">
            <w:pPr>
              <w:adjustRightInd w:val="0"/>
              <w:rPr>
                <w:rFonts w:asciiTheme="minorHAnsi" w:eastAsiaTheme="minorEastAsia" w:hAnsiTheme="minorHAnsi"/>
                <w:color w:val="000000"/>
                <w:sz w:val="22"/>
                <w:lang w:val="en-GB"/>
              </w:rPr>
            </w:pPr>
          </w:p>
        </w:tc>
        <w:tc>
          <w:tcPr>
            <w:tcW w:w="1360" w:type="dxa"/>
            <w:vAlign w:val="center"/>
          </w:tcPr>
          <w:p w14:paraId="43C598CD" w14:textId="77777777" w:rsidR="00B572B4" w:rsidRPr="00C66DC8" w:rsidRDefault="00B572B4" w:rsidP="00C71392">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572B4" w:rsidRPr="00DF2302" w14:paraId="7173F313" w14:textId="77777777" w:rsidTr="00C71392">
        <w:trPr>
          <w:cantSplit/>
          <w:tblHeader/>
        </w:trPr>
        <w:tc>
          <w:tcPr>
            <w:tcW w:w="2695" w:type="dxa"/>
            <w:vAlign w:val="center"/>
          </w:tcPr>
          <w:p w14:paraId="6FA7BFBC" w14:textId="77777777" w:rsidR="00B572B4" w:rsidRPr="00C66DC8" w:rsidRDefault="00B572B4" w:rsidP="00C71392">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tcPr>
          <w:p w14:paraId="11737A5F" w14:textId="77777777" w:rsidR="00B572B4" w:rsidRPr="00C66DC8" w:rsidRDefault="00B572B4" w:rsidP="00C71392">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vAlign w:val="center"/>
          </w:tcPr>
          <w:p w14:paraId="162A57B8" w14:textId="77777777" w:rsidR="00B572B4" w:rsidRDefault="00B572B4" w:rsidP="00C71392">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572B4" w:rsidRPr="00DF2302" w14:paraId="31B7D221" w14:textId="77777777" w:rsidTr="00C71392">
        <w:trPr>
          <w:cantSplit/>
          <w:trHeight w:val="650"/>
          <w:tblHeader/>
        </w:trPr>
        <w:tc>
          <w:tcPr>
            <w:tcW w:w="7797" w:type="dxa"/>
            <w:gridSpan w:val="2"/>
            <w:vAlign w:val="center"/>
          </w:tcPr>
          <w:p w14:paraId="084119D0" w14:textId="77777777" w:rsidR="00B572B4" w:rsidRPr="00DF2302" w:rsidRDefault="00B572B4" w:rsidP="00C71392">
            <w:pPr>
              <w:pStyle w:val="TableContents"/>
              <w:jc w:val="both"/>
              <w:rPr>
                <w:rFonts w:cs="Calibri"/>
              </w:rPr>
            </w:pPr>
            <w:r w:rsidRPr="00DF2302">
              <w:rPr>
                <w:rFonts w:cs="Calibri"/>
                <w:b/>
              </w:rPr>
              <w:t>Total Possible Technical Score</w:t>
            </w:r>
          </w:p>
        </w:tc>
        <w:tc>
          <w:tcPr>
            <w:tcW w:w="1360" w:type="dxa"/>
            <w:vAlign w:val="center"/>
          </w:tcPr>
          <w:p w14:paraId="4488086B" w14:textId="77777777" w:rsidR="00B572B4" w:rsidRPr="00DF2302" w:rsidRDefault="00B572B4" w:rsidP="00C71392">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D8F3" w14:textId="77777777" w:rsidR="000C7437" w:rsidRDefault="000C7437">
      <w:r>
        <w:separator/>
      </w:r>
    </w:p>
  </w:endnote>
  <w:endnote w:type="continuationSeparator" w:id="0">
    <w:p w14:paraId="390AA8EE" w14:textId="77777777" w:rsidR="000C7437" w:rsidRDefault="000C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572B4" w:rsidRPr="00B572B4">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572B4" w:rsidRPr="00B572B4">
      <w:rPr>
        <w:noProof/>
        <w:color w:val="17365D" w:themeColor="text2" w:themeShade="BF"/>
        <w:lang w:val="sv-SE"/>
      </w:rPr>
      <w:t>4</w:t>
    </w:r>
    <w:r>
      <w:rPr>
        <w:color w:val="17365D" w:themeColor="text2" w:themeShade="BF"/>
      </w:rPr>
      <w:fldChar w:fldCharType="end"/>
    </w:r>
  </w:p>
  <w:p w14:paraId="213B5D63" w14:textId="38C428BA" w:rsidR="00D15CF2" w:rsidRDefault="004878F3" w:rsidP="004878F3">
    <w:pPr>
      <w:pStyle w:val="Footer"/>
    </w:pPr>
    <w:r>
      <w:fldChar w:fldCharType="begin"/>
    </w:r>
    <w:r>
      <w:instrText xml:space="preserve"> DATE \@ "yyyy-MM-dd" </w:instrText>
    </w:r>
    <w:r>
      <w:fldChar w:fldCharType="separate"/>
    </w:r>
    <w:r w:rsidR="00172CCE">
      <w:rPr>
        <w:noProof/>
      </w:rPr>
      <w:t>2026-01-22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A8F4F" w14:textId="77777777" w:rsidR="000C7437" w:rsidRDefault="000C7437">
      <w:r>
        <w:separator/>
      </w:r>
    </w:p>
  </w:footnote>
  <w:footnote w:type="continuationSeparator" w:id="0">
    <w:p w14:paraId="762DA537" w14:textId="77777777" w:rsidR="000C7437" w:rsidRDefault="000C7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402168627">
    <w:abstractNumId w:val="2"/>
  </w:num>
  <w:num w:numId="2" w16cid:durableId="1473014323">
    <w:abstractNumId w:val="9"/>
  </w:num>
  <w:num w:numId="3" w16cid:durableId="1339573563">
    <w:abstractNumId w:val="8"/>
  </w:num>
  <w:num w:numId="4" w16cid:durableId="593319409">
    <w:abstractNumId w:val="7"/>
  </w:num>
  <w:num w:numId="5" w16cid:durableId="1808471839">
    <w:abstractNumId w:val="0"/>
  </w:num>
  <w:num w:numId="6" w16cid:durableId="1216045066">
    <w:abstractNumId w:val="5"/>
  </w:num>
  <w:num w:numId="7" w16cid:durableId="669454660">
    <w:abstractNumId w:val="1"/>
  </w:num>
  <w:num w:numId="8" w16cid:durableId="1412310625">
    <w:abstractNumId w:val="4"/>
  </w:num>
  <w:num w:numId="9" w16cid:durableId="334189692">
    <w:abstractNumId w:val="3"/>
  </w:num>
  <w:num w:numId="10" w16cid:durableId="14012521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437"/>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2CCE"/>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365B"/>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803"/>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EC5"/>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2B4"/>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3642"/>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8D7B1D8-D2D0-455F-8F1B-F4FBEBB9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713</Words>
  <Characters>4069</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7</cp:revision>
  <cp:lastPrinted>2016-10-18T02:57:00Z</cp:lastPrinted>
  <dcterms:created xsi:type="dcterms:W3CDTF">2020-08-26T13:41:00Z</dcterms:created>
  <dcterms:modified xsi:type="dcterms:W3CDTF">2026-01-21T23:22:00Z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